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114D5F">
        <w:trPr>
          <w:trHeight w:val="2694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DF24F2">
              <w:rPr>
                <w:sz w:val="24"/>
                <w:szCs w:val="24"/>
              </w:rPr>
              <w:t xml:space="preserve">№ </w:t>
            </w:r>
            <w:r w:rsidR="00242FE9">
              <w:rPr>
                <w:sz w:val="24"/>
                <w:szCs w:val="24"/>
              </w:rPr>
              <w:t>6</w:t>
            </w:r>
          </w:p>
          <w:p w:rsidR="00EF30F6" w:rsidRPr="00EF30F6" w:rsidRDefault="00E87D27" w:rsidP="00EF30F6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EF30F6" w:rsidRPr="00EF30F6">
              <w:rPr>
                <w:sz w:val="24"/>
                <w:szCs w:val="24"/>
              </w:rPr>
              <w:t xml:space="preserve">в отношении двух несмежных территорий, </w:t>
            </w:r>
          </w:p>
          <w:p w:rsidR="00EF30F6" w:rsidRPr="00EF30F6" w:rsidRDefault="00EF30F6" w:rsidP="00EF30F6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F30F6">
              <w:rPr>
                <w:sz w:val="24"/>
                <w:szCs w:val="24"/>
              </w:rPr>
              <w:t xml:space="preserve">в </w:t>
            </w:r>
            <w:proofErr w:type="gramStart"/>
            <w:r w:rsidRPr="00EF30F6">
              <w:rPr>
                <w:sz w:val="24"/>
                <w:szCs w:val="24"/>
              </w:rPr>
              <w:t>границах</w:t>
            </w:r>
            <w:proofErr w:type="gramEnd"/>
            <w:r w:rsidRPr="00EF30F6">
              <w:rPr>
                <w:sz w:val="24"/>
                <w:szCs w:val="24"/>
              </w:rPr>
              <w:t xml:space="preserve"> которых предусматривается осуществление деятельности </w:t>
            </w:r>
          </w:p>
          <w:p w:rsidR="00114D5F" w:rsidRDefault="00EF30F6" w:rsidP="00EF30F6">
            <w:pPr>
              <w:jc w:val="center"/>
              <w:rPr>
                <w:sz w:val="24"/>
                <w:szCs w:val="24"/>
              </w:rPr>
            </w:pPr>
            <w:r w:rsidRPr="00EF30F6">
              <w:rPr>
                <w:sz w:val="24"/>
                <w:szCs w:val="24"/>
              </w:rPr>
              <w:t xml:space="preserve">по комплексному развитию территории </w:t>
            </w:r>
          </w:p>
          <w:p w:rsidR="00E87D27" w:rsidRDefault="00E87D27" w:rsidP="00114D5F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2FE9" w:rsidRDefault="00242FE9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</w:t>
      </w:r>
    </w:p>
    <w:p w:rsidR="00EF30F6" w:rsidRPr="00EF30F6" w:rsidRDefault="00242FE9" w:rsidP="00EF3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вступивших в законную силу решений судов на день принятия решения </w:t>
      </w:r>
      <w:r w:rsidR="00E210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комплексном разви</w:t>
      </w:r>
      <w:r w:rsidR="00A84C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тии территории жилой застройки </w:t>
      </w: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городского округа "Город Архангельск" </w:t>
      </w:r>
      <w:r w:rsidR="00EF30F6" w:rsidRPr="00EF3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отношении двух несмежных территорий, </w:t>
      </w:r>
    </w:p>
    <w:p w:rsidR="00EF30F6" w:rsidRPr="00EF30F6" w:rsidRDefault="00EF30F6" w:rsidP="00EF3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3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proofErr w:type="gramStart"/>
      <w:r w:rsidRPr="00EF3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границах</w:t>
      </w:r>
      <w:proofErr w:type="gramEnd"/>
      <w:r w:rsidRPr="00EF3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которых предусматривается осуществление деятельности </w:t>
      </w:r>
    </w:p>
    <w:p w:rsidR="00242FE9" w:rsidRDefault="00EF30F6" w:rsidP="00EF3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3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комплексному развити</w:t>
      </w:r>
      <w:bookmarkStart w:id="0" w:name="_GoBack"/>
      <w:bookmarkEnd w:id="0"/>
      <w:r w:rsidRPr="00EF3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 территории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EF30F6" w:rsidRDefault="00EF30F6" w:rsidP="00EF3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30F6" w:rsidRPr="00EF30F6" w:rsidRDefault="00A84C34" w:rsidP="00E270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границах </w:t>
      </w:r>
      <w:r w:rsidR="00EF30F6" w:rsidRPr="00EF3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части элемента планировочной структуры: </w:t>
      </w:r>
      <w:r w:rsidR="00EF3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</w:t>
      </w:r>
      <w:r w:rsidR="00EF30F6" w:rsidRPr="00EF3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ул. Комсомольская, просп. Обводный канал, ул. Суворова, ул. </w:t>
      </w:r>
      <w:proofErr w:type="spellStart"/>
      <w:r w:rsidR="00EF30F6" w:rsidRPr="00EF3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Самойло</w:t>
      </w:r>
      <w:proofErr w:type="spellEnd"/>
      <w:proofErr w:type="gramEnd"/>
    </w:p>
    <w:p w:rsidR="00EF30F6" w:rsidRDefault="00EF30F6" w:rsidP="00E270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площадью 0,3744 га (</w:t>
      </w:r>
      <w:r w:rsidRPr="00EF3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Территория 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);</w:t>
      </w:r>
    </w:p>
    <w:p w:rsidR="00EF30F6" w:rsidRDefault="00EF30F6" w:rsidP="00E270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3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границах части элемента планировочной структуры: ул. Попова, </w:t>
      </w:r>
      <w:r w:rsidR="00E270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EF3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просп. Обводный канал, ул. Воскресенская, просп. Советских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космонавтов площадью 0,2149 га (</w:t>
      </w:r>
      <w:r w:rsidRPr="00EF3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Территория 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EF30F6" w:rsidRDefault="00EF30F6" w:rsidP="00EF3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204D" w:rsidRPr="00391308" w:rsidRDefault="00B8204D" w:rsidP="00B820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8943"/>
      </w:tblGrid>
      <w:tr w:rsidR="00242FE9" w:rsidRPr="00391308" w:rsidTr="00A70EED">
        <w:tc>
          <w:tcPr>
            <w:tcW w:w="911" w:type="dxa"/>
            <w:vAlign w:val="center"/>
          </w:tcPr>
          <w:p w:rsidR="00242FE9" w:rsidRPr="00391308" w:rsidRDefault="00242FE9" w:rsidP="00391308">
            <w:pPr>
              <w:jc w:val="center"/>
            </w:pPr>
            <w:r w:rsidRPr="00391308">
              <w:t>№</w:t>
            </w:r>
          </w:p>
        </w:tc>
        <w:tc>
          <w:tcPr>
            <w:tcW w:w="8943" w:type="dxa"/>
            <w:vAlign w:val="center"/>
          </w:tcPr>
          <w:p w:rsidR="00242FE9" w:rsidRPr="00391308" w:rsidRDefault="00242FE9" w:rsidP="00391308">
            <w:pPr>
              <w:jc w:val="center"/>
            </w:pPr>
            <w:r>
              <w:t>Решение суда</w:t>
            </w:r>
          </w:p>
        </w:tc>
      </w:tr>
      <w:tr w:rsidR="00242FE9" w:rsidRPr="00391308" w:rsidTr="00754D26">
        <w:tc>
          <w:tcPr>
            <w:tcW w:w="911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8943" w:type="dxa"/>
          </w:tcPr>
          <w:p w:rsidR="00242FE9" w:rsidRPr="00391308" w:rsidRDefault="00242FE9" w:rsidP="00367DF2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A80E0C">
        <w:tc>
          <w:tcPr>
            <w:tcW w:w="911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8943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114D5F" w:rsidRPr="00391308" w:rsidTr="00A80E0C">
        <w:tc>
          <w:tcPr>
            <w:tcW w:w="911" w:type="dxa"/>
          </w:tcPr>
          <w:p w:rsidR="00114D5F" w:rsidRPr="00391308" w:rsidRDefault="00114D5F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8943" w:type="dxa"/>
          </w:tcPr>
          <w:p w:rsidR="00114D5F" w:rsidRPr="00391308" w:rsidRDefault="00114D5F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BD4E0D">
        <w:tc>
          <w:tcPr>
            <w:tcW w:w="911" w:type="dxa"/>
          </w:tcPr>
          <w:p w:rsidR="00242FE9" w:rsidRPr="00391308" w:rsidRDefault="00242FE9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8943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A84C34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13B" w:rsidRDefault="003A513B">
      <w:pPr>
        <w:spacing w:after="0" w:line="240" w:lineRule="auto"/>
      </w:pPr>
      <w:r>
        <w:separator/>
      </w:r>
    </w:p>
  </w:endnote>
  <w:endnote w:type="continuationSeparator" w:id="0">
    <w:p w:rsidR="003A513B" w:rsidRDefault="003A5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13B" w:rsidRDefault="003A513B">
      <w:pPr>
        <w:spacing w:after="0" w:line="240" w:lineRule="auto"/>
      </w:pPr>
      <w:r>
        <w:separator/>
      </w:r>
    </w:p>
  </w:footnote>
  <w:footnote w:type="continuationSeparator" w:id="0">
    <w:p w:rsidR="003A513B" w:rsidRDefault="003A5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A84C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114D5F"/>
    <w:rsid w:val="00235E22"/>
    <w:rsid w:val="00242FE9"/>
    <w:rsid w:val="00367DF2"/>
    <w:rsid w:val="00377907"/>
    <w:rsid w:val="00391308"/>
    <w:rsid w:val="003A513B"/>
    <w:rsid w:val="00470E7A"/>
    <w:rsid w:val="004F1B68"/>
    <w:rsid w:val="005642B4"/>
    <w:rsid w:val="005A3B1E"/>
    <w:rsid w:val="008414F0"/>
    <w:rsid w:val="008B3278"/>
    <w:rsid w:val="009C09CC"/>
    <w:rsid w:val="009F5E6B"/>
    <w:rsid w:val="00A05EB7"/>
    <w:rsid w:val="00A84C34"/>
    <w:rsid w:val="00AB19DA"/>
    <w:rsid w:val="00B8204D"/>
    <w:rsid w:val="00D32B90"/>
    <w:rsid w:val="00D846E6"/>
    <w:rsid w:val="00DE61C2"/>
    <w:rsid w:val="00DF24F2"/>
    <w:rsid w:val="00E2108A"/>
    <w:rsid w:val="00E270C5"/>
    <w:rsid w:val="00E3419F"/>
    <w:rsid w:val="00E71C51"/>
    <w:rsid w:val="00E87D27"/>
    <w:rsid w:val="00EA2E45"/>
    <w:rsid w:val="00EE5365"/>
    <w:rsid w:val="00EF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84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4C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84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4C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2024-11-02T06:32:00Z</cp:lastPrinted>
  <dcterms:created xsi:type="dcterms:W3CDTF">2024-10-31T06:36:00Z</dcterms:created>
  <dcterms:modified xsi:type="dcterms:W3CDTF">2024-11-02T06:32:00Z</dcterms:modified>
</cp:coreProperties>
</file>